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578" w:rsidRPr="002073EE" w:rsidRDefault="00975EC3">
      <w:pPr>
        <w:wordWrap w:val="0"/>
        <w:overflowPunct w:val="0"/>
        <w:autoSpaceDE w:val="0"/>
        <w:autoSpaceDN w:val="0"/>
        <w:spacing w:after="120"/>
        <w:textAlignment w:val="center"/>
        <w:rPr>
          <w:rFonts w:hAnsiTheme="minorEastAsia"/>
        </w:rPr>
      </w:pPr>
      <w:bookmarkStart w:id="0" w:name="_GoBack"/>
      <w:bookmarkEnd w:id="0"/>
      <w:r>
        <w:rPr>
          <w:rFonts w:hAnsiTheme="minorEastAsia" w:hint="eastAsia"/>
        </w:rPr>
        <w:t>様式第十七</w:t>
      </w:r>
      <w:r w:rsidR="0038482A" w:rsidRPr="002073EE">
        <w:rPr>
          <w:rFonts w:hAnsiTheme="minorEastAsia" w:hint="eastAsia"/>
        </w:rPr>
        <w:t>号(</w:t>
      </w:r>
      <w:r>
        <w:rPr>
          <w:rFonts w:hAnsiTheme="minorEastAsia" w:hint="eastAsia"/>
        </w:rPr>
        <w:t>第十条の二十三</w:t>
      </w:r>
      <w:r w:rsidR="0038482A" w:rsidRPr="002073EE">
        <w:rPr>
          <w:rFonts w:hAnsiTheme="minorEastAsia" w:hint="eastAsia"/>
        </w:rPr>
        <w:t>関係)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62"/>
        <w:gridCol w:w="447"/>
        <w:gridCol w:w="850"/>
        <w:gridCol w:w="709"/>
        <w:gridCol w:w="1559"/>
        <w:gridCol w:w="404"/>
        <w:gridCol w:w="163"/>
        <w:gridCol w:w="3827"/>
      </w:tblGrid>
      <w:tr w:rsidR="00A62578" w:rsidRPr="002073EE" w:rsidTr="00D91E18">
        <w:trPr>
          <w:trHeight w:val="662"/>
        </w:trPr>
        <w:tc>
          <w:tcPr>
            <w:tcW w:w="5245" w:type="dxa"/>
            <w:gridSpan w:val="6"/>
            <w:tcBorders>
              <w:bottom w:val="nil"/>
              <w:right w:val="nil"/>
            </w:tcBorders>
            <w:vAlign w:val="center"/>
          </w:tcPr>
          <w:p w:rsidR="00A62578" w:rsidRPr="002073EE" w:rsidRDefault="00975EC3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特別管理</w:t>
            </w:r>
            <w:r w:rsidR="0038482A" w:rsidRPr="002073EE">
              <w:rPr>
                <w:rFonts w:hAnsiTheme="minorEastAsia" w:hint="eastAsia"/>
              </w:rPr>
              <w:t>産業廃棄物処理業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</w:t>
            </w:r>
          </w:p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</w:t>
            </w:r>
          </w:p>
        </w:tc>
        <w:tc>
          <w:tcPr>
            <w:tcW w:w="3827" w:type="dxa"/>
            <w:tcBorders>
              <w:left w:val="nil"/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届出書</w:t>
            </w:r>
          </w:p>
        </w:tc>
      </w:tr>
      <w:tr w:rsidR="00A62578" w:rsidRPr="002073EE" w:rsidTr="00D91E18">
        <w:trPr>
          <w:cantSplit/>
        </w:trPr>
        <w:tc>
          <w:tcPr>
            <w:tcW w:w="9639" w:type="dxa"/>
            <w:gridSpan w:val="9"/>
            <w:tcBorders>
              <w:top w:val="nil"/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　</w:t>
            </w:r>
            <w:r w:rsidR="002073EE" w:rsidRPr="002073EE">
              <w:rPr>
                <w:rFonts w:hAnsiTheme="minorEastAsia" w:hint="eastAsia"/>
              </w:rPr>
              <w:t xml:space="preserve">年　　月　　</w:t>
            </w:r>
            <w:r w:rsidRPr="002073EE">
              <w:rPr>
                <w:rFonts w:hAnsiTheme="minorEastAsia" w:hint="eastAsia"/>
              </w:rPr>
              <w:t>日</w:t>
            </w:r>
          </w:p>
          <w:p w:rsidR="002073EE" w:rsidRPr="002073EE" w:rsidRDefault="002073EE" w:rsidP="002073EE">
            <w:pPr>
              <w:spacing w:line="629" w:lineRule="exact"/>
              <w:ind w:firstLineChars="50" w:firstLine="105"/>
              <w:rPr>
                <w:rFonts w:hAnsiTheme="minorEastAsia"/>
              </w:rPr>
            </w:pPr>
            <w:r w:rsidRPr="002073EE">
              <w:rPr>
                <w:rFonts w:hAnsiTheme="minorEastAsia"/>
              </w:rPr>
              <w:t>鳥取県知事</w:t>
            </w:r>
            <w:r w:rsidRPr="002073EE">
              <w:rPr>
                <w:rFonts w:hAnsiTheme="minorEastAsia"/>
                <w:vertAlign w:val="subscript"/>
              </w:rPr>
              <w:t xml:space="preserve">　または　</w:t>
            </w:r>
            <w:r w:rsidRPr="002073EE">
              <w:rPr>
                <w:rFonts w:hAnsiTheme="minorEastAsia"/>
              </w:rPr>
              <w:t>鳥取市長　様</w:t>
            </w:r>
          </w:p>
          <w:tbl>
            <w:tblPr>
              <w:tblStyle w:val="a5"/>
              <w:tblW w:w="5592" w:type="dxa"/>
              <w:tblInd w:w="38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4316"/>
            </w:tblGrid>
            <w:tr w:rsidR="002073EE" w:rsidRPr="002073EE" w:rsidTr="002073EE">
              <w:tc>
                <w:tcPr>
                  <w:tcW w:w="1276" w:type="dxa"/>
                </w:tcPr>
                <w:p w:rsidR="002073EE" w:rsidRPr="002073EE" w:rsidRDefault="00705849" w:rsidP="00BE2113">
                  <w:pPr>
                    <w:rPr>
                      <w:rFonts w:hAnsiTheme="minorEastAsia"/>
                    </w:rPr>
                  </w:pPr>
                  <w:r>
                    <w:rPr>
                      <w:rFonts w:hAnsiTheme="minorEastAsia" w:hint="eastAsia"/>
                    </w:rPr>
                    <w:t>届出者</w:t>
                  </w:r>
                </w:p>
              </w:tc>
              <w:tc>
                <w:tcPr>
                  <w:tcW w:w="4316" w:type="dxa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住　所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氏　名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電話番号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</w:tbl>
          <w:p w:rsidR="002073EE" w:rsidRPr="002073EE" w:rsidRDefault="002073EE" w:rsidP="002073EE">
            <w:pPr>
              <w:wordWrap w:val="0"/>
              <w:overflowPunct w:val="0"/>
              <w:autoSpaceDE w:val="0"/>
              <w:autoSpaceDN w:val="0"/>
              <w:rPr>
                <w:rFonts w:hAnsiTheme="minorEastAsia"/>
              </w:rPr>
            </w:pPr>
          </w:p>
          <w:p w:rsidR="00A62578" w:rsidRPr="002073EE" w:rsidRDefault="002073EE" w:rsidP="00EA16F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　年　月　</w:t>
            </w:r>
            <w:r w:rsidR="002D02E4" w:rsidRPr="002073EE">
              <w:rPr>
                <w:rFonts w:hAnsiTheme="minorEastAsia" w:hint="eastAsia"/>
              </w:rPr>
              <w:t>日付け第</w:t>
            </w:r>
            <w:r w:rsidRPr="002073EE">
              <w:rPr>
                <w:rFonts w:hAnsiTheme="minorEastAsia" w:hint="eastAsia"/>
              </w:rPr>
              <w:t xml:space="preserve">　　　　　　　　　　号</w:t>
            </w:r>
            <w:r w:rsidR="0038482A" w:rsidRPr="002073EE">
              <w:rPr>
                <w:rFonts w:hAnsiTheme="minorEastAsia" w:hint="eastAsia"/>
              </w:rPr>
              <w:t>で許可を受けた</w:t>
            </w:r>
            <w:r w:rsidR="00EA16FE">
              <w:rPr>
                <w:rFonts w:hAnsiTheme="minorEastAsia" w:hint="eastAsia"/>
              </w:rPr>
              <w:t>特別管理</w:t>
            </w:r>
            <w:r w:rsidR="0038482A" w:rsidRPr="002073EE">
              <w:rPr>
                <w:rFonts w:hAnsiTheme="minorEastAsia" w:hint="eastAsia"/>
              </w:rPr>
              <w:t>産業廃棄物処理業に係る</w:t>
            </w:r>
          </w:p>
        </w:tc>
      </w:tr>
      <w:tr w:rsidR="00A62578" w:rsidRPr="002073EE" w:rsidTr="00D91E18">
        <w:trPr>
          <w:trHeight w:val="132"/>
        </w:trPr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62578" w:rsidRPr="002073EE" w:rsidRDefault="00EA16FE" w:rsidP="002D02E4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以下の事項</w:t>
            </w:r>
            <w:r w:rsidR="0038482A" w:rsidRPr="002073EE">
              <w:rPr>
                <w:rFonts w:hAnsiTheme="minorEastAsia" w:hint="eastAsia"/>
              </w:rPr>
              <w:t>について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</w:t>
            </w:r>
          </w:p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</w:t>
            </w: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62578" w:rsidRPr="002073EE" w:rsidRDefault="0038482A" w:rsidP="00EA16FE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したので、廃棄物の処理及び清掃に関する法律第14条の</w:t>
            </w:r>
            <w:r w:rsidR="00EA16FE">
              <w:rPr>
                <w:rFonts w:hAnsiTheme="minorEastAsia" w:hint="eastAsia"/>
              </w:rPr>
              <w:t>5</w:t>
            </w:r>
            <w:r w:rsidRPr="002073EE">
              <w:rPr>
                <w:rFonts w:hAnsiTheme="minorEastAsia" w:hint="eastAsia"/>
              </w:rPr>
              <w:t>第3項におい</w:t>
            </w:r>
          </w:p>
        </w:tc>
      </w:tr>
      <w:tr w:rsidR="00A62578" w:rsidRPr="002073EE" w:rsidTr="00D91E18">
        <w:trPr>
          <w:cantSplit/>
          <w:trHeight w:val="479"/>
        </w:trPr>
        <w:tc>
          <w:tcPr>
            <w:tcW w:w="9639" w:type="dxa"/>
            <w:gridSpan w:val="9"/>
            <w:tcBorders>
              <w:top w:val="nil"/>
            </w:tcBorders>
            <w:vAlign w:val="center"/>
          </w:tcPr>
          <w:p w:rsidR="00A62578" w:rsidRPr="002073EE" w:rsidRDefault="00EA16FE" w:rsidP="00EA16FE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て準用する</w:t>
            </w:r>
            <w:r w:rsidR="0038482A" w:rsidRPr="002073EE">
              <w:rPr>
                <w:rFonts w:hAnsiTheme="minorEastAsia" w:hint="eastAsia"/>
              </w:rPr>
              <w:t>同法第7条の2第3項の規定により、関係書類等を添えて届け出ます。</w:t>
            </w:r>
          </w:p>
        </w:tc>
      </w:tr>
      <w:tr w:rsidR="00A62578" w:rsidRPr="002073EE" w:rsidTr="00D91E18">
        <w:trPr>
          <w:trHeight w:val="332"/>
        </w:trPr>
        <w:tc>
          <w:tcPr>
            <w:tcW w:w="1680" w:type="dxa"/>
            <w:gridSpan w:val="2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</w:p>
        </w:tc>
        <w:tc>
          <w:tcPr>
            <w:tcW w:w="3969" w:type="dxa"/>
            <w:gridSpan w:val="5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新</w:t>
            </w:r>
          </w:p>
        </w:tc>
        <w:tc>
          <w:tcPr>
            <w:tcW w:w="3990" w:type="dxa"/>
            <w:gridSpan w:val="2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旧</w:t>
            </w:r>
          </w:p>
        </w:tc>
      </w:tr>
      <w:tr w:rsidR="00A62578" w:rsidRPr="002073EE" w:rsidTr="00D91E18">
        <w:trPr>
          <w:trHeight w:val="1868"/>
        </w:trPr>
        <w:tc>
          <w:tcPr>
            <w:tcW w:w="1680" w:type="dxa"/>
            <w:gridSpan w:val="2"/>
            <w:vAlign w:val="center"/>
          </w:tcPr>
          <w:p w:rsidR="00A62578" w:rsidRPr="002073EE" w:rsidRDefault="0038482A">
            <w:pPr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969" w:type="dxa"/>
            <w:gridSpan w:val="5"/>
            <w:vAlign w:val="center"/>
          </w:tcPr>
          <w:p w:rsidR="00C3149F" w:rsidRPr="002073EE" w:rsidRDefault="00C3149F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C3149F" w:rsidRPr="002073EE" w:rsidRDefault="00C3149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D91E18">
        <w:trPr>
          <w:cantSplit/>
          <w:trHeight w:val="401"/>
        </w:trPr>
        <w:tc>
          <w:tcPr>
            <w:tcW w:w="9639" w:type="dxa"/>
            <w:gridSpan w:val="9"/>
            <w:tcBorders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変更した事項の内容</w:t>
            </w:r>
            <w:r w:rsidRPr="002073EE">
              <w:rPr>
                <w:rFonts w:hAnsiTheme="minorEastAsia"/>
              </w:rPr>
              <w:t>(</w:t>
            </w:r>
            <w:r w:rsidRPr="002073EE">
              <w:rPr>
                <w:rFonts w:hAnsiTheme="minorEastAsia" w:hint="eastAsia"/>
              </w:rPr>
              <w:t>規則第10条の</w:t>
            </w:r>
            <w:r w:rsidR="00DB47CA">
              <w:rPr>
                <w:rFonts w:hAnsiTheme="minorEastAsia" w:hint="eastAsia"/>
              </w:rPr>
              <w:t>23</w:t>
            </w:r>
            <w:r w:rsidRPr="002073EE">
              <w:rPr>
                <w:rFonts w:hAnsiTheme="minorEastAsia" w:hint="eastAsia"/>
              </w:rPr>
              <w:t>第1項第2号に掲げる事項</w:t>
            </w:r>
            <w:r w:rsidRPr="002073EE">
              <w:rPr>
                <w:rFonts w:hAnsiTheme="minorEastAsia"/>
              </w:rPr>
              <w:t>)</w:t>
            </w:r>
          </w:p>
        </w:tc>
      </w:tr>
      <w:tr w:rsidR="002B20F7" w:rsidRPr="002073EE" w:rsidTr="00D91E18">
        <w:trPr>
          <w:cantSplit/>
          <w:trHeight w:val="55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2B20F7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</w:p>
        </w:tc>
        <w:tc>
          <w:tcPr>
            <w:tcW w:w="9421" w:type="dxa"/>
            <w:gridSpan w:val="8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2B20F7" w:rsidRPr="002073EE" w:rsidTr="00D91E18">
        <w:trPr>
          <w:cantSplit/>
          <w:trHeight w:val="234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3468" w:type="dxa"/>
            <w:gridSpan w:val="4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（ふりがな）</w:t>
            </w:r>
          </w:p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名　　　　　称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住　　　　　　　　　　所</w:t>
            </w:r>
          </w:p>
        </w:tc>
      </w:tr>
      <w:tr w:rsidR="002B20F7" w:rsidRPr="002073EE" w:rsidTr="00D91E18">
        <w:trPr>
          <w:cantSplit/>
          <w:trHeight w:val="454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3468" w:type="dxa"/>
            <w:gridSpan w:val="4"/>
            <w:vAlign w:val="center"/>
          </w:tcPr>
          <w:p w:rsidR="002B20F7" w:rsidRPr="002073EE" w:rsidRDefault="004A2F4B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4A2F4B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D91E18">
        <w:trPr>
          <w:cantSplit/>
          <w:trHeight w:val="354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9421" w:type="dxa"/>
            <w:gridSpan w:val="8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（変更内容が個人に係るものである場合）※法定代理人、役員（法定代理人が法人である場合の当該法人の役員含む）、株主、出資をしている者及び使用人の変更</w:t>
            </w:r>
          </w:p>
        </w:tc>
      </w:tr>
      <w:tr w:rsidR="002B20F7" w:rsidRPr="002073EE" w:rsidTr="00D91E18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2B20F7" w:rsidRPr="002073EE" w:rsidRDefault="004A2F4B" w:rsidP="002B20F7">
            <w:pPr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（ふりがな）</w:t>
            </w:r>
          </w:p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氏　　名</w:t>
            </w: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生年月日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本　　　　　　　　籍</w:t>
            </w:r>
          </w:p>
        </w:tc>
      </w:tr>
      <w:tr w:rsidR="002B20F7" w:rsidRPr="002073EE" w:rsidTr="00D91E18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役職名・呼称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住　　　　　　　　所</w:t>
            </w:r>
          </w:p>
        </w:tc>
      </w:tr>
      <w:tr w:rsidR="002B20F7" w:rsidRPr="002073EE" w:rsidTr="00D91E18">
        <w:trPr>
          <w:cantSplit/>
          <w:trHeight w:hRule="exact" w:val="385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4A2F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D91E18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4A2F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D91E18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 w:val="restart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4A2F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D91E18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vMerge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gridSpan w:val="3"/>
            <w:vAlign w:val="center"/>
          </w:tcPr>
          <w:p w:rsidR="002B20F7" w:rsidRPr="002073EE" w:rsidRDefault="004A2F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D91E18">
        <w:trPr>
          <w:cantSplit/>
          <w:trHeight w:val="756"/>
        </w:trPr>
        <w:tc>
          <w:tcPr>
            <w:tcW w:w="1680" w:type="dxa"/>
            <w:gridSpan w:val="2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廃止又は変更の理由</w:t>
            </w:r>
          </w:p>
        </w:tc>
        <w:tc>
          <w:tcPr>
            <w:tcW w:w="7959" w:type="dxa"/>
            <w:gridSpan w:val="7"/>
            <w:vAlign w:val="center"/>
          </w:tcPr>
          <w:p w:rsidR="00A62578" w:rsidRPr="002073EE" w:rsidRDefault="004A2F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D91E18">
        <w:trPr>
          <w:cantSplit/>
          <w:trHeight w:val="1135"/>
        </w:trPr>
        <w:tc>
          <w:tcPr>
            <w:tcW w:w="9639" w:type="dxa"/>
            <w:gridSpan w:val="9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備考</w:t>
            </w:r>
          </w:p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  <w:r w:rsidRPr="002073EE">
              <w:rPr>
                <w:rFonts w:hAnsiTheme="minorEastAsia"/>
              </w:rPr>
              <w:t>1</w:t>
            </w:r>
            <w:r w:rsidRPr="002073EE">
              <w:rPr>
                <w:rFonts w:hAnsiTheme="minorEastAsia" w:hint="eastAsia"/>
              </w:rPr>
              <w:t xml:space="preserve">　この届出書は、廃止又は変更の日から10日</w:t>
            </w:r>
            <w:r w:rsidR="00D51F44" w:rsidRPr="00D51F44">
              <w:rPr>
                <w:rFonts w:hAnsiTheme="minorEastAsia" w:hint="eastAsia"/>
              </w:rPr>
              <w:t>（法人で規則第</w:t>
            </w:r>
            <w:r w:rsidR="00D51F44">
              <w:rPr>
                <w:rFonts w:hAnsiTheme="minorEastAsia" w:hint="eastAsia"/>
              </w:rPr>
              <w:t>10</w:t>
            </w:r>
            <w:r w:rsidR="00D51F44" w:rsidRPr="00D51F44">
              <w:rPr>
                <w:rFonts w:hAnsiTheme="minorEastAsia" w:hint="eastAsia"/>
              </w:rPr>
              <w:t>条の</w:t>
            </w:r>
            <w:r w:rsidR="00D51F44">
              <w:rPr>
                <w:rFonts w:hAnsiTheme="minorEastAsia"/>
              </w:rPr>
              <w:t>23</w:t>
            </w:r>
            <w:r w:rsidR="00D51F44" w:rsidRPr="00D51F44">
              <w:rPr>
                <w:rFonts w:hAnsiTheme="minorEastAsia" w:hint="eastAsia"/>
              </w:rPr>
              <w:t>第</w:t>
            </w:r>
            <w:r w:rsidR="00D51F44">
              <w:rPr>
                <w:rFonts w:hAnsiTheme="minorEastAsia" w:hint="eastAsia"/>
              </w:rPr>
              <w:t>3</w:t>
            </w:r>
            <w:r w:rsidR="00D51F44" w:rsidRPr="00D51F44">
              <w:rPr>
                <w:rFonts w:hAnsiTheme="minorEastAsia" w:hint="eastAsia"/>
              </w:rPr>
              <w:t>項第</w:t>
            </w:r>
            <w:r w:rsidR="00D51F44">
              <w:rPr>
                <w:rFonts w:hAnsiTheme="minorEastAsia" w:hint="eastAsia"/>
              </w:rPr>
              <w:t>1</w:t>
            </w:r>
            <w:r w:rsidR="00D51F44" w:rsidRPr="00D51F44">
              <w:rPr>
                <w:rFonts w:hAnsiTheme="minorEastAsia" w:hint="eastAsia"/>
              </w:rPr>
              <w:t>号又は第</w:t>
            </w:r>
            <w:r w:rsidR="00D51F44">
              <w:rPr>
                <w:rFonts w:hAnsiTheme="minorEastAsia" w:hint="eastAsia"/>
              </w:rPr>
              <w:t>2</w:t>
            </w:r>
            <w:r w:rsidR="00D51F44" w:rsidRPr="00D51F44">
              <w:rPr>
                <w:rFonts w:hAnsiTheme="minorEastAsia" w:hint="eastAsia"/>
              </w:rPr>
              <w:t>号の規定により登記事項証明書を添付すべき場合にあっては、</w:t>
            </w:r>
            <w:r w:rsidR="00D51F44">
              <w:rPr>
                <w:rFonts w:hAnsiTheme="minorEastAsia" w:hint="eastAsia"/>
              </w:rPr>
              <w:t>30</w:t>
            </w:r>
            <w:r w:rsidR="00D51F44" w:rsidRPr="00D51F44">
              <w:rPr>
                <w:rFonts w:hAnsiTheme="minorEastAsia" w:hint="eastAsia"/>
              </w:rPr>
              <w:t>日）</w:t>
            </w:r>
            <w:r w:rsidRPr="002073EE">
              <w:rPr>
                <w:rFonts w:hAnsiTheme="minorEastAsia" w:hint="eastAsia"/>
              </w:rPr>
              <w:t>以内に提出すること。</w:t>
            </w:r>
          </w:p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  <w:r w:rsidRPr="002073EE">
              <w:rPr>
                <w:rFonts w:hAnsiTheme="minorEastAsia"/>
              </w:rPr>
              <w:t>2</w:t>
            </w:r>
            <w:r w:rsidRPr="002073EE">
              <w:rPr>
                <w:rFonts w:hAnsiTheme="minorEastAsia"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A62578" w:rsidRPr="002073EE" w:rsidRDefault="004A2F4B" w:rsidP="002D02E4">
      <w:pPr>
        <w:wordWrap w:val="0"/>
        <w:overflowPunct w:val="0"/>
        <w:autoSpaceDE w:val="0"/>
        <w:autoSpaceDN w:val="0"/>
        <w:spacing w:before="120"/>
        <w:ind w:right="209"/>
        <w:jc w:val="right"/>
        <w:textAlignment w:val="center"/>
        <w:rPr>
          <w:rFonts w:hAnsiTheme="minorEastAsia"/>
        </w:rPr>
      </w:pPr>
    </w:p>
    <w:sectPr w:rsidR="00A62578" w:rsidRPr="002073EE" w:rsidSect="009E05B5">
      <w:pgSz w:w="11906" w:h="16838" w:code="9"/>
      <w:pgMar w:top="1021" w:right="1134" w:bottom="567" w:left="1134" w:header="284" w:footer="28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4B" w:rsidRDefault="004A2F4B" w:rsidP="009007A8">
      <w:r>
        <w:separator/>
      </w:r>
    </w:p>
  </w:endnote>
  <w:endnote w:type="continuationSeparator" w:id="0">
    <w:p w:rsidR="004A2F4B" w:rsidRDefault="004A2F4B" w:rsidP="0090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4B" w:rsidRDefault="004A2F4B" w:rsidP="009007A8">
      <w:r>
        <w:separator/>
      </w:r>
    </w:p>
  </w:footnote>
  <w:footnote w:type="continuationSeparator" w:id="0">
    <w:p w:rsidR="004A2F4B" w:rsidRDefault="004A2F4B" w:rsidP="00900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2A"/>
    <w:rsid w:val="00097D32"/>
    <w:rsid w:val="002073EE"/>
    <w:rsid w:val="002D02E4"/>
    <w:rsid w:val="002D132F"/>
    <w:rsid w:val="00307D32"/>
    <w:rsid w:val="0038482A"/>
    <w:rsid w:val="004163A1"/>
    <w:rsid w:val="004A2F4B"/>
    <w:rsid w:val="004E7304"/>
    <w:rsid w:val="004F172D"/>
    <w:rsid w:val="005132B7"/>
    <w:rsid w:val="00527C9B"/>
    <w:rsid w:val="006424CE"/>
    <w:rsid w:val="00705219"/>
    <w:rsid w:val="00705849"/>
    <w:rsid w:val="0077466E"/>
    <w:rsid w:val="007E6DB1"/>
    <w:rsid w:val="00873360"/>
    <w:rsid w:val="009007A8"/>
    <w:rsid w:val="00975EC3"/>
    <w:rsid w:val="009E05B5"/>
    <w:rsid w:val="00A84A36"/>
    <w:rsid w:val="00B81CB8"/>
    <w:rsid w:val="00B826CC"/>
    <w:rsid w:val="00BB75BF"/>
    <w:rsid w:val="00C3149F"/>
    <w:rsid w:val="00D51F44"/>
    <w:rsid w:val="00D91E18"/>
    <w:rsid w:val="00DB47CA"/>
    <w:rsid w:val="00DE25DF"/>
    <w:rsid w:val="00EA16FE"/>
    <w:rsid w:val="00F6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F9C52ED-80CB-4CF6-9D94-7CB314BF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2073EE"/>
    <w:rPr>
      <w:rFonts w:ascii="ＭＳ 明朝" w:hAnsi="ＭＳ 明朝" w:cs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30C7-00E1-49F6-BEE4-F95FECDE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23</cp:revision>
  <cp:lastPrinted>2017-12-26T07:40:00Z</cp:lastPrinted>
  <dcterms:created xsi:type="dcterms:W3CDTF">2017-12-26T02:54:00Z</dcterms:created>
  <dcterms:modified xsi:type="dcterms:W3CDTF">2018-11-28T06:51:00Z</dcterms:modified>
</cp:coreProperties>
</file>